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D8" w:rsidRDefault="005B0AD8" w:rsidP="005A3B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На основу чл. 21.ст. 1. Закона о јавним предузећима („Службени гласник РС“, број 15/16), чл. 31.ст. 3.и 4. Одлуке о усклађивању пословања Јавног предузећа „Управа Бање“ Врање са Законом о јавним предузећима („Службени гласник РС“, број 27/16 и 35/16-исп.) и чл. 32.ст. 1. тач. 10) Статута града Врања („Службени гласник града Врања“, број 3/17-пречишћен текст и 8/17 и 27/17), Скупштина града Врања,на седници одржаној дана  01.03.2018.године, донела је</w:t>
      </w:r>
    </w:p>
    <w:p w:rsidR="005B0AD8" w:rsidRDefault="005B0AD8" w:rsidP="005A3BE8">
      <w:pPr>
        <w:jc w:val="both"/>
        <w:rPr>
          <w:rFonts w:ascii="Arial" w:hAnsi="Arial" w:cs="Arial"/>
        </w:rPr>
      </w:pPr>
    </w:p>
    <w:p w:rsidR="005B0AD8" w:rsidRDefault="005B0AD8" w:rsidP="005A3BE8">
      <w:pPr>
        <w:jc w:val="both"/>
        <w:rPr>
          <w:rFonts w:ascii="Arial" w:hAnsi="Arial" w:cs="Arial"/>
        </w:rPr>
      </w:pPr>
    </w:p>
    <w:p w:rsidR="005B0AD8" w:rsidRDefault="005B0AD8" w:rsidP="005A3BE8">
      <w:pPr>
        <w:jc w:val="both"/>
        <w:rPr>
          <w:rFonts w:ascii="Arial" w:hAnsi="Arial" w:cs="Arial"/>
        </w:rPr>
      </w:pPr>
    </w:p>
    <w:p w:rsidR="005B0AD8" w:rsidRPr="0013415B" w:rsidRDefault="005B0AD8" w:rsidP="005A3BE8">
      <w:pPr>
        <w:jc w:val="both"/>
        <w:rPr>
          <w:rFonts w:ascii="Arial" w:hAnsi="Arial" w:cs="Arial"/>
        </w:rPr>
      </w:pPr>
    </w:p>
    <w:p w:rsidR="005B0AD8" w:rsidRDefault="005B0AD8" w:rsidP="005A3B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  Е  Ш  Е  Њ  Е</w:t>
      </w:r>
    </w:p>
    <w:p w:rsidR="005B0AD8" w:rsidRPr="00812060" w:rsidRDefault="005B0AD8" w:rsidP="008120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О РАЗРЕШЕЊУ ЧЛАНА НАДЗОРНОГ ОДБОРА</w:t>
      </w:r>
    </w:p>
    <w:p w:rsidR="005B0AD8" w:rsidRDefault="005B0AD8" w:rsidP="005A3B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ЈАВНОГ ПРЕДУЗЕЋА „УПРАВА БАЊЕ“ ВРАЊСКА БАЊА</w:t>
      </w:r>
    </w:p>
    <w:p w:rsidR="005B0AD8" w:rsidRDefault="005B0AD8" w:rsidP="005A3BE8">
      <w:pPr>
        <w:jc w:val="center"/>
        <w:rPr>
          <w:rFonts w:ascii="Arial" w:hAnsi="Arial" w:cs="Arial"/>
          <w:b/>
        </w:rPr>
      </w:pPr>
    </w:p>
    <w:p w:rsidR="005B0AD8" w:rsidRDefault="005B0AD8" w:rsidP="005A3B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</w:p>
    <w:p w:rsidR="005B0AD8" w:rsidRPr="0013415B" w:rsidRDefault="005B0AD8" w:rsidP="0013415B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ab/>
      </w:r>
      <w:r w:rsidRPr="0013415B">
        <w:rPr>
          <w:rFonts w:ascii="Arial" w:hAnsi="Arial" w:cs="Arial"/>
          <w:b/>
          <w:lang w:val="sr-Cyrl-CS"/>
        </w:rPr>
        <w:t>РАЗРЕШАВА СЕ</w:t>
      </w:r>
      <w:r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Ивица Станимировић, дипл. инг.саобраћаја из с. Корбевац, функције члана надзорног одбора ЈП „ Управа Бање“ Врањска Бања из реда представника локалне самоуправе, пре истека времена на које је именован</w:t>
      </w:r>
      <w:r>
        <w:rPr>
          <w:rFonts w:ascii="Arial" w:hAnsi="Arial" w:cs="Arial"/>
        </w:rPr>
        <w:t>.</w:t>
      </w:r>
    </w:p>
    <w:p w:rsidR="005B0AD8" w:rsidRDefault="005B0AD8" w:rsidP="005A3BE8">
      <w:pPr>
        <w:jc w:val="center"/>
        <w:rPr>
          <w:rFonts w:ascii="Arial" w:hAnsi="Arial" w:cs="Arial"/>
          <w:b/>
          <w:lang w:val="sr-Latn-CS"/>
        </w:rPr>
      </w:pPr>
    </w:p>
    <w:p w:rsidR="005B0AD8" w:rsidRDefault="005B0AD8" w:rsidP="005A3BE8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Latn-CS"/>
        </w:rPr>
        <w:t>II</w:t>
      </w:r>
    </w:p>
    <w:p w:rsidR="005B0AD8" w:rsidRPr="0013415B" w:rsidRDefault="005B0AD8" w:rsidP="0013415B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ab/>
      </w:r>
    </w:p>
    <w:p w:rsidR="005B0AD8" w:rsidRPr="0013415B" w:rsidRDefault="005B0AD8" w:rsidP="0013415B">
      <w:pPr>
        <w:rPr>
          <w:rFonts w:ascii="Arial" w:hAnsi="Arial" w:cs="Arial"/>
          <w:b/>
        </w:rPr>
      </w:pPr>
    </w:p>
    <w:p w:rsidR="005B0AD8" w:rsidRDefault="005B0AD8" w:rsidP="005A3BE8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  <w:t>Решење  ступа на снагу даном доношења.</w:t>
      </w:r>
    </w:p>
    <w:p w:rsidR="005B0AD8" w:rsidRDefault="005B0AD8" w:rsidP="005A3BE8">
      <w:pPr>
        <w:jc w:val="both"/>
        <w:rPr>
          <w:rFonts w:ascii="Arial" w:hAnsi="Arial" w:cs="Arial"/>
          <w:lang w:val="sr-Cyrl-CS"/>
        </w:rPr>
      </w:pPr>
    </w:p>
    <w:p w:rsidR="005B0AD8" w:rsidRPr="0013415B" w:rsidRDefault="005B0AD8" w:rsidP="005A3B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val="sr-Latn-CS"/>
        </w:rPr>
        <w:t>I</w:t>
      </w:r>
      <w:r>
        <w:rPr>
          <w:rFonts w:ascii="Arial" w:hAnsi="Arial" w:cs="Arial"/>
          <w:b/>
        </w:rPr>
        <w:t>II</w:t>
      </w:r>
    </w:p>
    <w:p w:rsidR="005B0AD8" w:rsidRPr="0013415B" w:rsidRDefault="005B0AD8" w:rsidP="005A3BE8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ab/>
        <w:t>Решење  објавити у „Службеном гласнику  града Врања</w:t>
      </w:r>
      <w:r>
        <w:rPr>
          <w:rFonts w:ascii="Arial" w:hAnsi="Arial" w:cs="Arial"/>
        </w:rPr>
        <w:t>.</w:t>
      </w: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Pr="0013415B" w:rsidRDefault="005B0AD8" w:rsidP="005A3BE8">
      <w:pPr>
        <w:jc w:val="both"/>
        <w:rPr>
          <w:rFonts w:ascii="Arial" w:hAnsi="Arial" w:cs="Arial"/>
          <w:b/>
        </w:rPr>
      </w:pPr>
    </w:p>
    <w:p w:rsidR="005B0AD8" w:rsidRPr="0013415B" w:rsidRDefault="005B0AD8" w:rsidP="0013415B">
      <w:pPr>
        <w:tabs>
          <w:tab w:val="left" w:pos="5535"/>
        </w:tabs>
        <w:jc w:val="center"/>
        <w:rPr>
          <w:b/>
          <w:sz w:val="24"/>
          <w:szCs w:val="24"/>
        </w:rPr>
      </w:pPr>
      <w:r w:rsidRPr="0013415B">
        <w:rPr>
          <w:b/>
          <w:sz w:val="24"/>
          <w:szCs w:val="24"/>
        </w:rPr>
        <w:t>СКУПШТИНА ГРАДА ВРАЊА</w:t>
      </w:r>
    </w:p>
    <w:p w:rsidR="005B0AD8" w:rsidRPr="0013415B" w:rsidRDefault="005B0AD8" w:rsidP="0013415B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01.03.2018.ГОДИНЕ, бр.02-43/2018-10</w:t>
      </w:r>
    </w:p>
    <w:p w:rsidR="005B0AD8" w:rsidRPr="0013415B" w:rsidRDefault="005B0AD8" w:rsidP="0013415B">
      <w:pPr>
        <w:tabs>
          <w:tab w:val="left" w:pos="5535"/>
        </w:tabs>
        <w:jc w:val="center"/>
        <w:rPr>
          <w:b/>
          <w:sz w:val="24"/>
          <w:szCs w:val="24"/>
        </w:rPr>
      </w:pPr>
    </w:p>
    <w:p w:rsidR="005B0AD8" w:rsidRPr="0013415B" w:rsidRDefault="005B0AD8" w:rsidP="0013415B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</w:t>
      </w:r>
      <w:r w:rsidRPr="0013415B">
        <w:rPr>
          <w:b/>
          <w:sz w:val="24"/>
          <w:szCs w:val="24"/>
        </w:rPr>
        <w:t>ПРЕДСЕДНИК СКУПШТИНЕ ГРАДА</w:t>
      </w:r>
    </w:p>
    <w:p w:rsidR="005B0AD8" w:rsidRPr="0013415B" w:rsidRDefault="005B0AD8" w:rsidP="0013415B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</w:t>
      </w:r>
      <w:r w:rsidRPr="0013415B">
        <w:rPr>
          <w:b/>
          <w:sz w:val="24"/>
          <w:szCs w:val="24"/>
        </w:rPr>
        <w:t>Дејан Тричковић, спец.двм</w:t>
      </w:r>
    </w:p>
    <w:p w:rsidR="005B0AD8" w:rsidRPr="0013415B" w:rsidRDefault="005B0AD8" w:rsidP="005A3BE8">
      <w:pPr>
        <w:jc w:val="both"/>
        <w:rPr>
          <w:rFonts w:ascii="Arial" w:hAnsi="Arial" w:cs="Arial"/>
          <w:b/>
          <w:sz w:val="24"/>
          <w:szCs w:val="24"/>
        </w:rPr>
      </w:pP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Default="005B0AD8" w:rsidP="005A3BE8">
      <w:pPr>
        <w:jc w:val="both"/>
        <w:rPr>
          <w:rFonts w:ascii="Arial" w:hAnsi="Arial" w:cs="Arial"/>
          <w:b/>
        </w:rPr>
      </w:pPr>
    </w:p>
    <w:p w:rsidR="005B0AD8" w:rsidRPr="0013415B" w:rsidRDefault="005B0AD8" w:rsidP="005A3BE8">
      <w:pPr>
        <w:jc w:val="both"/>
        <w:rPr>
          <w:rFonts w:ascii="Arial" w:hAnsi="Arial" w:cs="Arial"/>
          <w:b/>
        </w:rPr>
      </w:pPr>
    </w:p>
    <w:p w:rsidR="005B0AD8" w:rsidRPr="00B62FC5" w:rsidRDefault="005B0AD8" w:rsidP="005A3BE8">
      <w:pPr>
        <w:rPr>
          <w:rFonts w:ascii="Arial" w:hAnsi="Arial" w:cs="Arial"/>
        </w:rPr>
      </w:pPr>
    </w:p>
    <w:p w:rsidR="005B0AD8" w:rsidRDefault="005B0AD8" w:rsidP="005A3BE8">
      <w:pPr>
        <w:rPr>
          <w:rFonts w:ascii="Arial" w:hAnsi="Arial" w:cs="Arial"/>
        </w:rPr>
      </w:pPr>
    </w:p>
    <w:p w:rsidR="005B0AD8" w:rsidRDefault="005B0AD8" w:rsidP="005A3B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На основу чл. 16.ст. 2, чл. 17.ст. 3, чл. 18.ст. 1, чл. 20 и чл. 21.ст. 1. Закона о јавним предузећима („Службени гласник РС“, број 15/16), чл. 28, чл. 29, чл. 30 и чл. 31. Одлуке о усклађивању пословања Јавног предузећа „Управа Бање“ Врањска Бања са Законом о јавним предузећима („Службени гласник РС“, број 27/16 и 35/16-исп.) и чл. 32.ст. 1. тач. 10) Статута града Врања („Службени гласник града Врања“, број 3/17-пречишћен текст и 8/17), Скупштина града Врања, на седници одржаној 01.03.2018.године, донела је</w:t>
      </w:r>
    </w:p>
    <w:p w:rsidR="005B0AD8" w:rsidRDefault="005B0AD8" w:rsidP="005A3BE8">
      <w:pPr>
        <w:rPr>
          <w:rFonts w:ascii="Arial" w:hAnsi="Arial" w:cs="Arial"/>
        </w:rPr>
      </w:pPr>
    </w:p>
    <w:p w:rsidR="005B0AD8" w:rsidRDefault="005B0AD8" w:rsidP="005A3BE8">
      <w:pPr>
        <w:rPr>
          <w:rFonts w:ascii="Arial" w:hAnsi="Arial" w:cs="Arial"/>
        </w:rPr>
      </w:pPr>
    </w:p>
    <w:p w:rsidR="005B0AD8" w:rsidRDefault="005B0AD8" w:rsidP="005A3BE8">
      <w:pPr>
        <w:jc w:val="center"/>
        <w:rPr>
          <w:rFonts w:ascii="Arial" w:hAnsi="Arial" w:cs="Arial"/>
          <w:b/>
        </w:rPr>
      </w:pPr>
    </w:p>
    <w:p w:rsidR="005B0AD8" w:rsidRPr="00AC6CCB" w:rsidRDefault="005B0AD8" w:rsidP="005A3BE8">
      <w:pPr>
        <w:jc w:val="center"/>
        <w:rPr>
          <w:rFonts w:ascii="Arial" w:hAnsi="Arial" w:cs="Arial"/>
          <w:b/>
        </w:rPr>
      </w:pPr>
    </w:p>
    <w:p w:rsidR="005B0AD8" w:rsidRDefault="005B0AD8" w:rsidP="005A3B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  Е  Ш  Е  Њ  Е</w:t>
      </w:r>
    </w:p>
    <w:p w:rsidR="005B0AD8" w:rsidRPr="00812060" w:rsidRDefault="005B0AD8" w:rsidP="005A3B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О ИЗМЕНИ РЕШЕЊА</w:t>
      </w:r>
    </w:p>
    <w:p w:rsidR="005B0AD8" w:rsidRDefault="005B0AD8" w:rsidP="005A3B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ИМЕНОВАЊУ ПРЕДСЕДНИКА И ЧЛАНОВА</w:t>
      </w:r>
    </w:p>
    <w:p w:rsidR="005B0AD8" w:rsidRDefault="005B0AD8" w:rsidP="005A3B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НАДЗОРНОГ ОДБОРА ЈАВНОГ  ПРЕДУЗЕЋА</w:t>
      </w:r>
    </w:p>
    <w:p w:rsidR="005B0AD8" w:rsidRDefault="005B0AD8" w:rsidP="005A3B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„УПРАВА БАЊЕ“ ВРАЊСКА БАЊА</w:t>
      </w:r>
    </w:p>
    <w:p w:rsidR="005B0AD8" w:rsidRDefault="005B0AD8" w:rsidP="005A3BE8">
      <w:pPr>
        <w:rPr>
          <w:rFonts w:ascii="Arial" w:hAnsi="Arial" w:cs="Arial"/>
        </w:rPr>
      </w:pPr>
    </w:p>
    <w:p w:rsidR="005B0AD8" w:rsidRDefault="005B0AD8" w:rsidP="005A3BE8">
      <w:pPr>
        <w:rPr>
          <w:rFonts w:ascii="Arial" w:hAnsi="Arial" w:cs="Arial"/>
        </w:rPr>
      </w:pPr>
    </w:p>
    <w:p w:rsidR="005B0AD8" w:rsidRDefault="005B0AD8" w:rsidP="005A3B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</w:p>
    <w:p w:rsidR="005B0AD8" w:rsidRDefault="005B0AD8" w:rsidP="005A3B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B0AD8" w:rsidRPr="00A57815" w:rsidRDefault="005B0AD8" w:rsidP="00AC6CCB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  <w:t xml:space="preserve">ИМЕНУЈЕ СЕ  </w:t>
      </w:r>
      <w:r>
        <w:rPr>
          <w:rFonts w:ascii="Arial" w:hAnsi="Arial" w:cs="Arial"/>
        </w:rPr>
        <w:t>Станко Петковић, дипл. инг. пољопривреде из Врањске Бање, за члана надзорног одбора ЈП „ Управа Бање“ Врањска Бања из реда представника локалне самоуправе</w:t>
      </w:r>
    </w:p>
    <w:p w:rsidR="005B0AD8" w:rsidRDefault="005B0AD8" w:rsidP="005A3B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</w:t>
      </w:r>
    </w:p>
    <w:p w:rsidR="005B0AD8" w:rsidRPr="00555FA8" w:rsidRDefault="005B0AD8" w:rsidP="005A3B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Мандат члана надзорног одбора траје до истека мандата  чланова надзорног одбора ЈП „ Управа Бање“ Врањска Бања, одређен решењем Скупштине града Врања бр.02-151/2017-10 од 19.07.2017.године.</w:t>
      </w:r>
    </w:p>
    <w:p w:rsidR="005B0AD8" w:rsidRDefault="005B0AD8" w:rsidP="005A3BE8">
      <w:pPr>
        <w:jc w:val="center"/>
        <w:rPr>
          <w:rFonts w:ascii="Arial" w:hAnsi="Arial" w:cs="Arial"/>
          <w:b/>
        </w:rPr>
      </w:pPr>
    </w:p>
    <w:p w:rsidR="005B0AD8" w:rsidRDefault="005B0AD8" w:rsidP="005A3B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</w:t>
      </w:r>
    </w:p>
    <w:p w:rsidR="005B0AD8" w:rsidRDefault="005B0AD8" w:rsidP="005A3B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Решење ступа на снагу даном доношења.</w:t>
      </w:r>
    </w:p>
    <w:p w:rsidR="005B0AD8" w:rsidRDefault="005B0AD8" w:rsidP="005A3BE8">
      <w:pPr>
        <w:jc w:val="center"/>
        <w:rPr>
          <w:rFonts w:ascii="Arial" w:hAnsi="Arial" w:cs="Arial"/>
          <w:b/>
        </w:rPr>
      </w:pPr>
    </w:p>
    <w:p w:rsidR="005B0AD8" w:rsidRDefault="005B0AD8" w:rsidP="005A3BE8">
      <w:pPr>
        <w:rPr>
          <w:rFonts w:ascii="Arial" w:hAnsi="Arial" w:cs="Arial"/>
          <w:b/>
        </w:rPr>
      </w:pPr>
    </w:p>
    <w:p w:rsidR="005B0AD8" w:rsidRDefault="005B0AD8" w:rsidP="005A3BE8">
      <w:pPr>
        <w:jc w:val="center"/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Latn-CS"/>
        </w:rPr>
        <w:t>IV</w:t>
      </w:r>
    </w:p>
    <w:p w:rsidR="005B0AD8" w:rsidRDefault="005B0AD8" w:rsidP="005A3BE8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  <w:t>Решење  објавити у „Службеном гласнику  града Врања“.</w:t>
      </w:r>
    </w:p>
    <w:p w:rsidR="005B0AD8" w:rsidRDefault="005B0AD8" w:rsidP="005A3BE8">
      <w:pPr>
        <w:jc w:val="center"/>
        <w:rPr>
          <w:rFonts w:ascii="Arial" w:hAnsi="Arial" w:cs="Arial"/>
          <w:lang w:val="sr-Cyrl-CS"/>
        </w:rPr>
      </w:pPr>
    </w:p>
    <w:p w:rsidR="005B0AD8" w:rsidRDefault="005B0AD8" w:rsidP="005A3BE8">
      <w:pPr>
        <w:jc w:val="center"/>
        <w:rPr>
          <w:rFonts w:ascii="Arial" w:hAnsi="Arial" w:cs="Arial"/>
          <w:lang w:val="sr-Cyrl-CS"/>
        </w:rPr>
      </w:pPr>
    </w:p>
    <w:p w:rsidR="005B0AD8" w:rsidRDefault="005B0AD8" w:rsidP="005A3BE8">
      <w:pPr>
        <w:jc w:val="center"/>
        <w:rPr>
          <w:rFonts w:ascii="Arial" w:hAnsi="Arial" w:cs="Arial"/>
          <w:lang w:val="sr-Cyrl-CS"/>
        </w:rPr>
      </w:pPr>
    </w:p>
    <w:p w:rsidR="005B0AD8" w:rsidRDefault="005B0AD8" w:rsidP="005A3BE8">
      <w:pPr>
        <w:rPr>
          <w:rFonts w:ascii="Arial" w:hAnsi="Arial" w:cs="Arial"/>
          <w:b/>
        </w:rPr>
      </w:pPr>
    </w:p>
    <w:p w:rsidR="005B0AD8" w:rsidRPr="00AC6CCB" w:rsidRDefault="005B0AD8" w:rsidP="00AC6CC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        </w:t>
      </w:r>
    </w:p>
    <w:p w:rsidR="005B0AD8" w:rsidRPr="009970E1" w:rsidRDefault="005B0AD8" w:rsidP="00AC6CCB">
      <w:pPr>
        <w:tabs>
          <w:tab w:val="left" w:pos="5535"/>
        </w:tabs>
        <w:jc w:val="center"/>
      </w:pPr>
      <w:r w:rsidRPr="009970E1">
        <w:rPr>
          <w:b/>
          <w:sz w:val="24"/>
          <w:szCs w:val="24"/>
        </w:rPr>
        <w:t>СКУПШТИНА ГРАДА ВРАЊА</w:t>
      </w:r>
    </w:p>
    <w:p w:rsidR="005B0AD8" w:rsidRPr="009970E1" w:rsidRDefault="005B0AD8" w:rsidP="00AC6CCB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01.03.2018.године, бр.02-44/2018-10</w:t>
      </w:r>
    </w:p>
    <w:p w:rsidR="005B0AD8" w:rsidRPr="009970E1" w:rsidRDefault="005B0AD8" w:rsidP="00AC6CCB">
      <w:pPr>
        <w:tabs>
          <w:tab w:val="left" w:pos="5535"/>
        </w:tabs>
        <w:jc w:val="center"/>
        <w:rPr>
          <w:b/>
          <w:sz w:val="24"/>
          <w:szCs w:val="24"/>
        </w:rPr>
      </w:pPr>
    </w:p>
    <w:p w:rsidR="005B0AD8" w:rsidRPr="009970E1" w:rsidRDefault="005B0AD8" w:rsidP="00AC6CCB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</w:t>
      </w:r>
      <w:r w:rsidRPr="009970E1">
        <w:rPr>
          <w:b/>
          <w:sz w:val="24"/>
          <w:szCs w:val="24"/>
        </w:rPr>
        <w:t>ПРЕДСЕДНИК СКУПШТИНЕ ГРАДА</w:t>
      </w:r>
    </w:p>
    <w:p w:rsidR="005B0AD8" w:rsidRPr="009970E1" w:rsidRDefault="005B0AD8" w:rsidP="00AC6CCB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</w:t>
      </w:r>
      <w:r w:rsidRPr="009970E1">
        <w:rPr>
          <w:b/>
          <w:sz w:val="24"/>
          <w:szCs w:val="24"/>
        </w:rPr>
        <w:t>Дејан Тричковић, спец.двм</w:t>
      </w:r>
    </w:p>
    <w:p w:rsidR="005B0AD8" w:rsidRPr="009970E1" w:rsidRDefault="005B0AD8" w:rsidP="005A3BE8">
      <w:pPr>
        <w:rPr>
          <w:rFonts w:ascii="Arial" w:hAnsi="Arial" w:cs="Arial"/>
          <w:sz w:val="24"/>
          <w:szCs w:val="24"/>
        </w:rPr>
      </w:pPr>
    </w:p>
    <w:p w:rsidR="005B0AD8" w:rsidRDefault="005B0AD8" w:rsidP="005A3BE8">
      <w:pPr>
        <w:rPr>
          <w:rFonts w:ascii="Arial" w:hAnsi="Arial" w:cs="Arial"/>
        </w:rPr>
      </w:pPr>
    </w:p>
    <w:p w:rsidR="005B0AD8" w:rsidRDefault="005B0AD8" w:rsidP="005A3BE8">
      <w:pPr>
        <w:rPr>
          <w:rFonts w:ascii="Arial" w:hAnsi="Arial" w:cs="Arial"/>
        </w:rPr>
      </w:pPr>
    </w:p>
    <w:p w:rsidR="005B0AD8" w:rsidRDefault="005B0AD8" w:rsidP="005A3BE8">
      <w:pPr>
        <w:rPr>
          <w:rFonts w:ascii="Arial" w:hAnsi="Arial" w:cs="Arial"/>
        </w:rPr>
      </w:pPr>
    </w:p>
    <w:p w:rsidR="005B0AD8" w:rsidRDefault="005B0AD8" w:rsidP="005A3BE8">
      <w:pPr>
        <w:rPr>
          <w:rFonts w:ascii="Arial" w:hAnsi="Arial" w:cs="Arial"/>
        </w:rPr>
      </w:pPr>
    </w:p>
    <w:p w:rsidR="005B0AD8" w:rsidRPr="00405D77" w:rsidRDefault="005B0AD8" w:rsidP="00405D77">
      <w:pPr>
        <w:jc w:val="both"/>
      </w:pPr>
      <w:r>
        <w:t xml:space="preserve"> </w:t>
      </w:r>
    </w:p>
    <w:sectPr w:rsidR="005B0AD8" w:rsidRPr="00405D77" w:rsidSect="00163799">
      <w:type w:val="continuous"/>
      <w:pgSz w:w="12240" w:h="15840" w:code="1"/>
      <w:pgMar w:top="1440" w:right="1440" w:bottom="1440" w:left="1440" w:header="720" w:footer="720" w:gutter="0"/>
      <w:cols w:space="18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AD8" w:rsidRDefault="005B0AD8" w:rsidP="00405D77">
      <w:r>
        <w:separator/>
      </w:r>
    </w:p>
  </w:endnote>
  <w:endnote w:type="continuationSeparator" w:id="0">
    <w:p w:rsidR="005B0AD8" w:rsidRDefault="005B0AD8" w:rsidP="00405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AD8" w:rsidRDefault="005B0AD8" w:rsidP="00405D77">
      <w:r>
        <w:separator/>
      </w:r>
    </w:p>
  </w:footnote>
  <w:footnote w:type="continuationSeparator" w:id="0">
    <w:p w:rsidR="005B0AD8" w:rsidRDefault="005B0AD8" w:rsidP="00405D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86FEC"/>
    <w:multiLevelType w:val="hybridMultilevel"/>
    <w:tmpl w:val="CDA270C0"/>
    <w:lvl w:ilvl="0" w:tplc="2EFCDE6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BE8"/>
    <w:rsid w:val="000B63CE"/>
    <w:rsid w:val="0013415B"/>
    <w:rsid w:val="00163799"/>
    <w:rsid w:val="00190752"/>
    <w:rsid w:val="00243330"/>
    <w:rsid w:val="0029298C"/>
    <w:rsid w:val="002E1551"/>
    <w:rsid w:val="002F64B7"/>
    <w:rsid w:val="00396FE2"/>
    <w:rsid w:val="00405D77"/>
    <w:rsid w:val="0045768A"/>
    <w:rsid w:val="004806F9"/>
    <w:rsid w:val="00555FA8"/>
    <w:rsid w:val="00564707"/>
    <w:rsid w:val="005A3BE8"/>
    <w:rsid w:val="005B0AD8"/>
    <w:rsid w:val="005F1B9C"/>
    <w:rsid w:val="00655A60"/>
    <w:rsid w:val="006C74E1"/>
    <w:rsid w:val="00762C5E"/>
    <w:rsid w:val="00791FD9"/>
    <w:rsid w:val="007A29EA"/>
    <w:rsid w:val="007B4E3A"/>
    <w:rsid w:val="007F2278"/>
    <w:rsid w:val="00812060"/>
    <w:rsid w:val="0081797A"/>
    <w:rsid w:val="00862CAB"/>
    <w:rsid w:val="00900FBE"/>
    <w:rsid w:val="00942C71"/>
    <w:rsid w:val="009970E1"/>
    <w:rsid w:val="00A57815"/>
    <w:rsid w:val="00A84542"/>
    <w:rsid w:val="00AC6CCB"/>
    <w:rsid w:val="00AE1FC0"/>
    <w:rsid w:val="00B62FC5"/>
    <w:rsid w:val="00BD612D"/>
    <w:rsid w:val="00C36BAE"/>
    <w:rsid w:val="00D01C91"/>
    <w:rsid w:val="00DB3FFF"/>
    <w:rsid w:val="00DF77DE"/>
    <w:rsid w:val="00E50EFE"/>
    <w:rsid w:val="00EF3397"/>
    <w:rsid w:val="00F40CEF"/>
    <w:rsid w:val="00F5542B"/>
    <w:rsid w:val="00FA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BE8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A3B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405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5D7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05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5D7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15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201</TotalTime>
  <Pages>3</Pages>
  <Words>395</Words>
  <Characters>2252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ljstojanovic</dc:creator>
  <cp:keywords/>
  <dc:description/>
  <cp:lastModifiedBy>sdjokovic</cp:lastModifiedBy>
  <cp:revision>12</cp:revision>
  <cp:lastPrinted>2018-02-27T07:14:00Z</cp:lastPrinted>
  <dcterms:created xsi:type="dcterms:W3CDTF">2017-06-19T08:57:00Z</dcterms:created>
  <dcterms:modified xsi:type="dcterms:W3CDTF">2018-03-06T09:53:00Z</dcterms:modified>
</cp:coreProperties>
</file>